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83505" w14:textId="587C9ED5" w:rsidR="00CC6F01" w:rsidRDefault="00CC6F01"/>
    <w:p w14:paraId="75E2F36C" w14:textId="18F9FBA5" w:rsidR="00A239F4" w:rsidRDefault="009C748F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</w:p>
    <w:p w14:paraId="3A9BAB2A" w14:textId="77777777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</w:p>
    <w:p w14:paraId="01023484" w14:textId="566D1536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Heidy Purga</w:t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="00B0014E">
        <w:rPr>
          <w:rFonts w:ascii="Times New Roman" w:hAnsi="Times New Roman" w:cs="Times New Roman"/>
          <w:sz w:val="24"/>
          <w:szCs w:val="24"/>
        </w:rPr>
        <w:t>20</w:t>
      </w:r>
      <w:r w:rsidRPr="00AD2DEA">
        <w:rPr>
          <w:rFonts w:ascii="Times New Roman" w:hAnsi="Times New Roman" w:cs="Times New Roman"/>
          <w:sz w:val="24"/>
          <w:szCs w:val="24"/>
        </w:rPr>
        <w:t>.0</w:t>
      </w:r>
      <w:r w:rsidR="00B0014E">
        <w:rPr>
          <w:rFonts w:ascii="Times New Roman" w:hAnsi="Times New Roman" w:cs="Times New Roman"/>
          <w:sz w:val="24"/>
          <w:szCs w:val="24"/>
        </w:rPr>
        <w:t>6</w:t>
      </w:r>
      <w:r w:rsidRPr="00AD2DEA">
        <w:rPr>
          <w:rFonts w:ascii="Times New Roman" w:hAnsi="Times New Roman" w:cs="Times New Roman"/>
          <w:sz w:val="24"/>
          <w:szCs w:val="24"/>
        </w:rPr>
        <w:t>.202</w:t>
      </w:r>
      <w:r w:rsidR="00B0014E">
        <w:rPr>
          <w:rFonts w:ascii="Times New Roman" w:hAnsi="Times New Roman" w:cs="Times New Roman"/>
          <w:sz w:val="24"/>
          <w:szCs w:val="24"/>
        </w:rPr>
        <w:t>4</w:t>
      </w:r>
      <w:r w:rsidRPr="00AD2DEA">
        <w:rPr>
          <w:rFonts w:ascii="Times New Roman" w:hAnsi="Times New Roman" w:cs="Times New Roman"/>
          <w:sz w:val="24"/>
          <w:szCs w:val="24"/>
        </w:rPr>
        <w:t xml:space="preserve"> nr 1-24.6/</w:t>
      </w:r>
      <w:r w:rsidR="00D60033">
        <w:rPr>
          <w:rFonts w:ascii="Times New Roman" w:hAnsi="Times New Roman" w:cs="Times New Roman"/>
          <w:sz w:val="24"/>
          <w:szCs w:val="24"/>
        </w:rPr>
        <w:t>12</w:t>
      </w:r>
    </w:p>
    <w:p w14:paraId="4CA55FA7" w14:textId="77777777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minister</w:t>
      </w:r>
    </w:p>
    <w:p w14:paraId="7F53703E" w14:textId="77777777" w:rsidR="00AD2DEA" w:rsidRPr="00AD2DEA" w:rsidRDefault="00AD2DEA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DEA">
        <w:rPr>
          <w:rFonts w:ascii="Times New Roman" w:hAnsi="Times New Roman" w:cs="Times New Roman"/>
          <w:sz w:val="24"/>
          <w:szCs w:val="24"/>
        </w:rPr>
        <w:t>Kultuuriministeerium</w:t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  <w:r w:rsidRPr="00AD2DEA">
        <w:rPr>
          <w:rFonts w:ascii="Times New Roman" w:hAnsi="Times New Roman" w:cs="Times New Roman"/>
          <w:sz w:val="24"/>
          <w:szCs w:val="24"/>
        </w:rPr>
        <w:tab/>
      </w:r>
    </w:p>
    <w:p w14:paraId="3F05F961" w14:textId="77777777" w:rsidR="00AD2DEA" w:rsidRPr="00AD2DEA" w:rsidRDefault="00D60033" w:rsidP="00AD2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D2DEA" w:rsidRPr="00AD2DEA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36E89952" w14:textId="77777777" w:rsidR="00EC6611" w:rsidRPr="008460D0" w:rsidRDefault="00EC6611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7078B" w14:textId="39C91C43" w:rsidR="009015E5" w:rsidRPr="008460D0" w:rsidRDefault="009015E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098A9" w14:textId="1DB5B635" w:rsidR="00FF08AD" w:rsidRPr="00FF08AD" w:rsidRDefault="00FF08AD" w:rsidP="000C39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8AD">
        <w:rPr>
          <w:rFonts w:ascii="Times New Roman" w:hAnsi="Times New Roman" w:cs="Times New Roman"/>
          <w:b/>
          <w:bCs/>
          <w:sz w:val="24"/>
          <w:szCs w:val="24"/>
        </w:rPr>
        <w:t>Kultuuriministri 26. jaanuari 2023.</w:t>
      </w:r>
      <w:r w:rsidR="000C39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08AD">
        <w:rPr>
          <w:rFonts w:ascii="Times New Roman" w:hAnsi="Times New Roman" w:cs="Times New Roman"/>
          <w:b/>
          <w:bCs/>
          <w:sz w:val="24"/>
          <w:szCs w:val="24"/>
        </w:rPr>
        <w:t>a käskkirja nr 24 „Kohalike omavalitsuste toetamine lõimumise, sealhulga kohanemise teenuste pakkumisel“ muudatustaotlus</w:t>
      </w:r>
    </w:p>
    <w:p w14:paraId="57929081" w14:textId="77777777" w:rsidR="002762A5" w:rsidRDefault="002762A5" w:rsidP="000C3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0FB1B" w14:textId="715B532B" w:rsidR="00AA7FC2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6D249EE6" w14:textId="77777777" w:rsidR="00AA7FC2" w:rsidRPr="008460D0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1B8A2" w14:textId="77777777" w:rsidR="009C6471" w:rsidRDefault="009C6471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C3D5C" w14:textId="77777777" w:rsidR="002C782B" w:rsidRPr="002C782B" w:rsidRDefault="009C6471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471">
        <w:rPr>
          <w:rFonts w:ascii="Times New Roman" w:hAnsi="Times New Roman" w:cs="Times New Roman"/>
          <w:sz w:val="24"/>
          <w:szCs w:val="24"/>
        </w:rPr>
        <w:t xml:space="preserve">Tulenevalt vajadusest </w:t>
      </w:r>
      <w:r w:rsidR="00EE44D1">
        <w:rPr>
          <w:rFonts w:ascii="Times New Roman" w:hAnsi="Times New Roman" w:cs="Times New Roman"/>
          <w:sz w:val="24"/>
          <w:szCs w:val="24"/>
        </w:rPr>
        <w:t>lisada elluviija partner</w:t>
      </w:r>
      <w:r w:rsidR="00EE44D1" w:rsidRPr="009C6471">
        <w:rPr>
          <w:rFonts w:ascii="Times New Roman" w:hAnsi="Times New Roman" w:cs="Times New Roman"/>
          <w:sz w:val="24"/>
          <w:szCs w:val="24"/>
        </w:rPr>
        <w:t xml:space="preserve"> </w:t>
      </w:r>
      <w:r w:rsidR="00EE44D1">
        <w:rPr>
          <w:rFonts w:ascii="Times New Roman" w:hAnsi="Times New Roman" w:cs="Times New Roman"/>
          <w:sz w:val="24"/>
          <w:szCs w:val="24"/>
        </w:rPr>
        <w:t xml:space="preserve">ja </w:t>
      </w:r>
      <w:r w:rsidRPr="009C6471">
        <w:rPr>
          <w:rFonts w:ascii="Times New Roman" w:hAnsi="Times New Roman" w:cs="Times New Roman"/>
          <w:sz w:val="24"/>
          <w:szCs w:val="24"/>
        </w:rPr>
        <w:t>muuta toetatava tegevuse eelarvet</w:t>
      </w:r>
      <w:r w:rsidR="001C30C7">
        <w:rPr>
          <w:rFonts w:ascii="Times New Roman" w:hAnsi="Times New Roman" w:cs="Times New Roman"/>
          <w:sz w:val="24"/>
          <w:szCs w:val="24"/>
        </w:rPr>
        <w:t>,</w:t>
      </w:r>
      <w:r w:rsidRPr="009C6471">
        <w:rPr>
          <w:rFonts w:ascii="Times New Roman" w:hAnsi="Times New Roman" w:cs="Times New Roman"/>
          <w:sz w:val="24"/>
          <w:szCs w:val="24"/>
        </w:rPr>
        <w:t xml:space="preserve"> esitab toetatava tegevuse elluviija </w:t>
      </w:r>
      <w:r w:rsidR="002C782B" w:rsidRPr="002C782B">
        <w:rPr>
          <w:rFonts w:ascii="Times New Roman" w:hAnsi="Times New Roman" w:cs="Times New Roman"/>
          <w:sz w:val="24"/>
          <w:szCs w:val="24"/>
        </w:rPr>
        <w:t xml:space="preserve">Eesti Linnade ja Valdade Liit kultuuriministri 26.01.2023 käskkirja nr 24 „Kohalike omavalitsuste toetamine lõimumise, sealhulgas kohanemise teenuste pakkumisel“ (edaspidi </w:t>
      </w:r>
      <w:r w:rsidR="002C782B" w:rsidRPr="002C782B">
        <w:rPr>
          <w:rFonts w:ascii="Times New Roman" w:hAnsi="Times New Roman" w:cs="Times New Roman"/>
          <w:i/>
          <w:iCs/>
          <w:sz w:val="24"/>
          <w:szCs w:val="24"/>
        </w:rPr>
        <w:t>TAT</w:t>
      </w:r>
      <w:r w:rsidR="002C782B" w:rsidRPr="002C782B">
        <w:rPr>
          <w:rFonts w:ascii="Times New Roman" w:hAnsi="Times New Roman" w:cs="Times New Roman"/>
          <w:sz w:val="24"/>
          <w:szCs w:val="24"/>
        </w:rPr>
        <w:t>) punkti 12 „TAT-i muutmine“ alusel rakendusasutusele TAT-i muutmise taotluse.</w:t>
      </w:r>
    </w:p>
    <w:p w14:paraId="2176FB54" w14:textId="77777777" w:rsidR="009C6471" w:rsidRPr="009C6471" w:rsidRDefault="009C6471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EE7C8" w14:textId="13FC2913" w:rsidR="002079D0" w:rsidRDefault="00EF620F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4D1">
        <w:rPr>
          <w:rFonts w:ascii="Times New Roman" w:hAnsi="Times New Roman" w:cs="Times New Roman"/>
          <w:sz w:val="24"/>
          <w:szCs w:val="24"/>
        </w:rPr>
        <w:t xml:space="preserve">Elluviija on sõlminud partnerluslepingud </w:t>
      </w:r>
      <w:r w:rsidR="00E0063C">
        <w:rPr>
          <w:rFonts w:ascii="Times New Roman" w:hAnsi="Times New Roman" w:cs="Times New Roman"/>
          <w:sz w:val="24"/>
          <w:szCs w:val="24"/>
        </w:rPr>
        <w:t>viie</w:t>
      </w:r>
      <w:r w:rsidR="006C1C4B" w:rsidRP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094128" w:rsidRPr="00EE44D1">
        <w:rPr>
          <w:rFonts w:ascii="Times New Roman" w:hAnsi="Times New Roman" w:cs="Times New Roman"/>
          <w:sz w:val="24"/>
          <w:szCs w:val="24"/>
        </w:rPr>
        <w:t>kohaliku omavalitsusega</w:t>
      </w:r>
      <w:r w:rsidR="00266A13">
        <w:rPr>
          <w:rFonts w:ascii="Times New Roman" w:hAnsi="Times New Roman" w:cs="Times New Roman"/>
          <w:sz w:val="24"/>
          <w:szCs w:val="24"/>
        </w:rPr>
        <w:t xml:space="preserve"> - </w:t>
      </w:r>
      <w:r w:rsidRPr="00EE44D1">
        <w:rPr>
          <w:rFonts w:ascii="Times New Roman" w:hAnsi="Times New Roman" w:cs="Times New Roman"/>
          <w:sz w:val="24"/>
          <w:szCs w:val="24"/>
        </w:rPr>
        <w:t>Tartu linna</w:t>
      </w:r>
      <w:r w:rsidR="00AF76ED" w:rsidRPr="00EE44D1">
        <w:rPr>
          <w:rFonts w:ascii="Times New Roman" w:hAnsi="Times New Roman" w:cs="Times New Roman"/>
          <w:sz w:val="24"/>
          <w:szCs w:val="24"/>
        </w:rPr>
        <w:t>, Rakvere linna</w:t>
      </w:r>
      <w:r w:rsidR="00E0063C">
        <w:rPr>
          <w:rFonts w:ascii="Times New Roman" w:hAnsi="Times New Roman" w:cs="Times New Roman"/>
          <w:sz w:val="24"/>
          <w:szCs w:val="24"/>
        </w:rPr>
        <w:t>,</w:t>
      </w:r>
      <w:r w:rsidR="00AF76ED" w:rsidRPr="00EE44D1">
        <w:rPr>
          <w:rFonts w:ascii="Times New Roman" w:hAnsi="Times New Roman" w:cs="Times New Roman"/>
          <w:sz w:val="24"/>
          <w:szCs w:val="24"/>
        </w:rPr>
        <w:t xml:space="preserve"> Tallinna linna</w:t>
      </w:r>
      <w:r w:rsidR="00E0063C">
        <w:rPr>
          <w:rFonts w:ascii="Times New Roman" w:hAnsi="Times New Roman" w:cs="Times New Roman"/>
          <w:sz w:val="24"/>
          <w:szCs w:val="24"/>
        </w:rPr>
        <w:t>, Saaremaa valla ning Pärnu linnaga</w:t>
      </w:r>
      <w:r w:rsidR="00AF76ED" w:rsidRPr="00EE44D1">
        <w:rPr>
          <w:rFonts w:ascii="Times New Roman" w:hAnsi="Times New Roman" w:cs="Times New Roman"/>
          <w:sz w:val="24"/>
          <w:szCs w:val="24"/>
        </w:rPr>
        <w:t xml:space="preserve">. </w:t>
      </w:r>
      <w:r w:rsidR="00B949C4">
        <w:rPr>
          <w:rFonts w:ascii="Times New Roman" w:hAnsi="Times New Roman" w:cs="Times New Roman"/>
          <w:sz w:val="24"/>
          <w:szCs w:val="24"/>
        </w:rPr>
        <w:t>Täiendava</w:t>
      </w:r>
      <w:r w:rsidR="00EE44D1">
        <w:rPr>
          <w:rFonts w:ascii="Times New Roman" w:hAnsi="Times New Roman" w:cs="Times New Roman"/>
          <w:sz w:val="24"/>
          <w:szCs w:val="24"/>
        </w:rPr>
        <w:t xml:space="preserve"> p</w:t>
      </w:r>
      <w:r w:rsidR="00383B4C" w:rsidRPr="00EE44D1">
        <w:rPr>
          <w:rFonts w:ascii="Times New Roman" w:hAnsi="Times New Roman" w:cs="Times New Roman"/>
          <w:sz w:val="24"/>
          <w:szCs w:val="24"/>
        </w:rPr>
        <w:t xml:space="preserve">artneri </w:t>
      </w:r>
      <w:r w:rsidR="009F74F0" w:rsidRPr="00EE44D1">
        <w:rPr>
          <w:rFonts w:ascii="Times New Roman" w:hAnsi="Times New Roman" w:cs="Times New Roman"/>
          <w:sz w:val="24"/>
          <w:szCs w:val="24"/>
        </w:rPr>
        <w:t>valikul on arvestatud</w:t>
      </w:r>
      <w:r w:rsidR="00B22EB3">
        <w:rPr>
          <w:rFonts w:ascii="Times New Roman" w:hAnsi="Times New Roman" w:cs="Times New Roman"/>
          <w:sz w:val="24"/>
          <w:szCs w:val="24"/>
        </w:rPr>
        <w:t xml:space="preserve"> </w:t>
      </w:r>
      <w:r w:rsidR="00EF50AE">
        <w:rPr>
          <w:rFonts w:ascii="Times New Roman" w:hAnsi="Times New Roman" w:cs="Times New Roman"/>
          <w:sz w:val="24"/>
          <w:szCs w:val="24"/>
        </w:rPr>
        <w:t>sisserände olukorda</w:t>
      </w:r>
      <w:r w:rsidR="00EE44D1" w:rsidRP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EE44D1">
        <w:rPr>
          <w:rFonts w:ascii="Times New Roman" w:hAnsi="Times New Roman" w:cs="Times New Roman"/>
          <w:sz w:val="24"/>
          <w:szCs w:val="24"/>
        </w:rPr>
        <w:t xml:space="preserve">ja </w:t>
      </w:r>
      <w:r w:rsidR="009F74F0" w:rsidRPr="00EE44D1">
        <w:rPr>
          <w:rFonts w:ascii="Times New Roman" w:hAnsi="Times New Roman" w:cs="Times New Roman"/>
          <w:sz w:val="24"/>
          <w:szCs w:val="24"/>
        </w:rPr>
        <w:t xml:space="preserve">rahvastikuregistri andmeid. </w:t>
      </w:r>
    </w:p>
    <w:p w14:paraId="70D2E5FE" w14:textId="77777777" w:rsidR="00770B95" w:rsidRDefault="00770B95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45C71" w14:textId="141D6B1B" w:rsidR="00A83E82" w:rsidRPr="00A83E82" w:rsidRDefault="00A83E82" w:rsidP="008954C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Jõhvi vallas </w:t>
      </w:r>
      <w:r w:rsidR="00770B9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</w:t>
      </w:r>
      <w:r w:rsidRPr="00A83E82">
        <w:rPr>
          <w:rFonts w:ascii="Times New Roman" w:eastAsia="Times New Roman" w:hAnsi="Times New Roman" w:cs="Times New Roman"/>
          <w:sz w:val="24"/>
          <w:szCs w:val="24"/>
          <w:lang w:eastAsia="et-EE"/>
        </w:rPr>
        <w:t>seisuga 04.02.2024 sihtrühmade esindajaid, kes</w:t>
      </w:r>
      <w:r w:rsidRPr="00A83E8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t-EE"/>
        </w:rPr>
        <w:t xml:space="preserve"> perioodil 01.01.-31.12.2023 registreerisid esmakordselt oma elukoha Jõhvi vallas:</w:t>
      </w:r>
    </w:p>
    <w:p w14:paraId="351B12B9" w14:textId="77777777" w:rsidR="00A83E82" w:rsidRPr="00A83E82" w:rsidRDefault="00A83E82" w:rsidP="008954C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83E8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t-EE"/>
        </w:rPr>
        <w:t xml:space="preserve">tagasipöördujaid Eesti kodakondsusega - </w:t>
      </w:r>
      <w:r w:rsidRPr="00A83E82">
        <w:rPr>
          <w:rFonts w:ascii="Times New Roman" w:eastAsiaTheme="minorEastAsia" w:hAnsi="Times New Roman" w:cs="Times New Roman"/>
          <w:kern w:val="24"/>
          <w:sz w:val="24"/>
          <w:szCs w:val="24"/>
          <w:lang w:eastAsia="et-EE"/>
        </w:rPr>
        <w:t>14 inimest;</w:t>
      </w:r>
    </w:p>
    <w:p w14:paraId="6AAA1B78" w14:textId="77777777" w:rsidR="00A83E82" w:rsidRPr="00A83E82" w:rsidRDefault="00A83E82" w:rsidP="008954C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83E82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et-EE"/>
        </w:rPr>
        <w:t>uussisserändajaid, kes on vähem kui viis aastat Eestis seaduslikult elanud - 796 inimest;</w:t>
      </w:r>
    </w:p>
    <w:p w14:paraId="1AECC9C0" w14:textId="77777777" w:rsidR="00A83E82" w:rsidRPr="00A83E82" w:rsidRDefault="00A83E82" w:rsidP="008954C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83E82">
        <w:rPr>
          <w:rFonts w:ascii="Times New Roman" w:hAnsi="Times New Roman" w:cs="Times New Roman"/>
          <w:kern w:val="24"/>
          <w:sz w:val="24"/>
          <w:szCs w:val="24"/>
          <w14:ligatures w14:val="standardContextual"/>
        </w:rPr>
        <w:t>erineva keele- ja kultuuritaustaga inimesi, kelleks on üle viie aasta Eestis seaduslikul alusel viibinud isikud, kes on saanud Eesti kodakondsuse naturalisatsiooni korras, on määratlemata või muu riigi kodakondsusega - 5307 inimest.</w:t>
      </w:r>
    </w:p>
    <w:p w14:paraId="352D03BE" w14:textId="77777777" w:rsidR="00FB0BC2" w:rsidRDefault="00FB0BC2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08C07" w14:textId="77777777" w:rsidR="003A42A3" w:rsidRDefault="002238B7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4D1">
        <w:rPr>
          <w:rFonts w:ascii="Times New Roman" w:hAnsi="Times New Roman" w:cs="Times New Roman"/>
          <w:sz w:val="24"/>
          <w:szCs w:val="24"/>
        </w:rPr>
        <w:t>Lõimumis-, sh kohanemisvaldkonnale keskenduva</w:t>
      </w:r>
      <w:r w:rsidR="00EA603A">
        <w:rPr>
          <w:rFonts w:ascii="Times New Roman" w:hAnsi="Times New Roman" w:cs="Times New Roman"/>
          <w:sz w:val="24"/>
          <w:szCs w:val="24"/>
        </w:rPr>
        <w:t>d tegevused</w:t>
      </w:r>
      <w:r w:rsidR="006B49C3" w:rsidRPr="00EE44D1">
        <w:rPr>
          <w:rFonts w:ascii="Times New Roman" w:hAnsi="Times New Roman" w:cs="Times New Roman"/>
          <w:sz w:val="24"/>
          <w:szCs w:val="24"/>
        </w:rPr>
        <w:t xml:space="preserve"> </w:t>
      </w:r>
      <w:r w:rsidR="0051180A">
        <w:rPr>
          <w:rFonts w:ascii="Times New Roman" w:hAnsi="Times New Roman" w:cs="Times New Roman"/>
          <w:sz w:val="24"/>
          <w:szCs w:val="24"/>
        </w:rPr>
        <w:t>Jõhvi</w:t>
      </w:r>
      <w:r w:rsidR="00626D11">
        <w:rPr>
          <w:rFonts w:ascii="Times New Roman" w:hAnsi="Times New Roman" w:cs="Times New Roman"/>
          <w:sz w:val="24"/>
          <w:szCs w:val="24"/>
        </w:rPr>
        <w:t xml:space="preserve"> vallas</w:t>
      </w:r>
      <w:r w:rsidR="006B49C3" w:rsidRPr="00EE44D1">
        <w:rPr>
          <w:rFonts w:ascii="Times New Roman" w:hAnsi="Times New Roman" w:cs="Times New Roman"/>
          <w:sz w:val="24"/>
          <w:szCs w:val="24"/>
        </w:rPr>
        <w:t xml:space="preserve"> aita</w:t>
      </w:r>
      <w:r w:rsidR="00EA603A">
        <w:rPr>
          <w:rFonts w:ascii="Times New Roman" w:hAnsi="Times New Roman" w:cs="Times New Roman"/>
          <w:sz w:val="24"/>
          <w:szCs w:val="24"/>
        </w:rPr>
        <w:t>vad</w:t>
      </w:r>
      <w:r w:rsidR="006B49C3" w:rsidRPr="00EE44D1">
        <w:rPr>
          <w:rFonts w:ascii="Times New Roman" w:hAnsi="Times New Roman" w:cs="Times New Roman"/>
          <w:sz w:val="24"/>
          <w:szCs w:val="24"/>
        </w:rPr>
        <w:t xml:space="preserve"> kaasa TAT eesmär</w:t>
      </w:r>
      <w:r w:rsidR="00745F64">
        <w:rPr>
          <w:rFonts w:ascii="Times New Roman" w:hAnsi="Times New Roman" w:cs="Times New Roman"/>
          <w:sz w:val="24"/>
          <w:szCs w:val="24"/>
        </w:rPr>
        <w:t xml:space="preserve">kide </w:t>
      </w:r>
      <w:r w:rsidR="006B49C3" w:rsidRPr="00EE44D1">
        <w:rPr>
          <w:rFonts w:ascii="Times New Roman" w:hAnsi="Times New Roman" w:cs="Times New Roman"/>
          <w:sz w:val="24"/>
          <w:szCs w:val="24"/>
        </w:rPr>
        <w:t>täitmisse</w:t>
      </w:r>
      <w:r w:rsidR="00907799">
        <w:rPr>
          <w:rFonts w:ascii="Times New Roman" w:hAnsi="Times New Roman" w:cs="Times New Roman"/>
          <w:sz w:val="24"/>
          <w:szCs w:val="24"/>
        </w:rPr>
        <w:t xml:space="preserve">, sh </w:t>
      </w:r>
      <w:r w:rsidR="009A52B6">
        <w:rPr>
          <w:rFonts w:ascii="Times New Roman" w:hAnsi="Times New Roman" w:cs="Times New Roman"/>
          <w:sz w:val="24"/>
          <w:szCs w:val="24"/>
        </w:rPr>
        <w:t xml:space="preserve">rände- ja lõimumis-, sh kohanemisalase info </w:t>
      </w:r>
      <w:r w:rsidR="00BD3D68">
        <w:rPr>
          <w:rFonts w:ascii="Times New Roman" w:hAnsi="Times New Roman" w:cs="Times New Roman"/>
          <w:sz w:val="24"/>
          <w:szCs w:val="24"/>
        </w:rPr>
        <w:t>ja tervikpildi koondamisel</w:t>
      </w:r>
      <w:r w:rsidR="006F1CE6">
        <w:rPr>
          <w:rFonts w:ascii="Times New Roman" w:hAnsi="Times New Roman" w:cs="Times New Roman"/>
          <w:sz w:val="24"/>
          <w:szCs w:val="24"/>
        </w:rPr>
        <w:t>e</w:t>
      </w:r>
      <w:r w:rsidR="00BD3D68">
        <w:rPr>
          <w:rFonts w:ascii="Times New Roman" w:hAnsi="Times New Roman" w:cs="Times New Roman"/>
          <w:sz w:val="24"/>
          <w:szCs w:val="24"/>
        </w:rPr>
        <w:t>, kohaliku tasandi tugivõrgustiku eestvedamisel</w:t>
      </w:r>
      <w:r w:rsidR="006F1CE6">
        <w:rPr>
          <w:rFonts w:ascii="Times New Roman" w:hAnsi="Times New Roman" w:cs="Times New Roman"/>
          <w:sz w:val="24"/>
          <w:szCs w:val="24"/>
        </w:rPr>
        <w:t>e</w:t>
      </w:r>
      <w:r w:rsidR="00BD3D68">
        <w:rPr>
          <w:rFonts w:ascii="Times New Roman" w:hAnsi="Times New Roman" w:cs="Times New Roman"/>
          <w:sz w:val="24"/>
          <w:szCs w:val="24"/>
        </w:rPr>
        <w:t xml:space="preserve"> ja koostöö koordineerimisel</w:t>
      </w:r>
      <w:r w:rsidR="006F1CE6">
        <w:rPr>
          <w:rFonts w:ascii="Times New Roman" w:hAnsi="Times New Roman" w:cs="Times New Roman"/>
          <w:sz w:val="24"/>
          <w:szCs w:val="24"/>
        </w:rPr>
        <w:t>e</w:t>
      </w:r>
      <w:r w:rsidR="00AA30CC" w:rsidRPr="00EE44D1">
        <w:rPr>
          <w:rFonts w:ascii="Times New Roman" w:hAnsi="Times New Roman" w:cs="Times New Roman"/>
          <w:sz w:val="24"/>
          <w:szCs w:val="24"/>
        </w:rPr>
        <w:t>.</w:t>
      </w:r>
      <w:r w:rsidR="00D002F8">
        <w:rPr>
          <w:rFonts w:ascii="Times New Roman" w:hAnsi="Times New Roman" w:cs="Times New Roman"/>
          <w:sz w:val="24"/>
          <w:szCs w:val="24"/>
        </w:rPr>
        <w:t xml:space="preserve"> </w:t>
      </w:r>
      <w:r w:rsidR="0051180A">
        <w:rPr>
          <w:rFonts w:ascii="Times New Roman" w:hAnsi="Times New Roman" w:cs="Times New Roman"/>
          <w:sz w:val="24"/>
          <w:szCs w:val="24"/>
        </w:rPr>
        <w:t>Jõhvi</w:t>
      </w:r>
      <w:r w:rsidR="00D002F8">
        <w:rPr>
          <w:rFonts w:ascii="Times New Roman" w:hAnsi="Times New Roman" w:cs="Times New Roman"/>
          <w:sz w:val="24"/>
          <w:szCs w:val="24"/>
        </w:rPr>
        <w:t xml:space="preserve"> vald kavandab </w:t>
      </w:r>
      <w:r w:rsidR="008E7CCA">
        <w:rPr>
          <w:rFonts w:ascii="Times New Roman" w:hAnsi="Times New Roman" w:cs="Times New Roman"/>
          <w:sz w:val="24"/>
          <w:szCs w:val="24"/>
        </w:rPr>
        <w:t xml:space="preserve">arendada </w:t>
      </w:r>
      <w:r w:rsidR="00EA603A">
        <w:rPr>
          <w:rFonts w:ascii="Times New Roman" w:hAnsi="Times New Roman" w:cs="Times New Roman"/>
          <w:sz w:val="24"/>
          <w:szCs w:val="24"/>
        </w:rPr>
        <w:t>sihtrühmale</w:t>
      </w:r>
      <w:r w:rsidR="008E7CCA">
        <w:rPr>
          <w:rFonts w:ascii="Times New Roman" w:hAnsi="Times New Roman" w:cs="Times New Roman"/>
          <w:sz w:val="24"/>
          <w:szCs w:val="24"/>
        </w:rPr>
        <w:t xml:space="preserve"> avalike teenuste osutamise võimekus</w:t>
      </w:r>
      <w:r w:rsidR="00B10013">
        <w:rPr>
          <w:rFonts w:ascii="Times New Roman" w:hAnsi="Times New Roman" w:cs="Times New Roman"/>
          <w:sz w:val="24"/>
          <w:szCs w:val="24"/>
        </w:rPr>
        <w:t>t, sh nende informeerimis</w:t>
      </w:r>
      <w:r w:rsidR="0046527E">
        <w:rPr>
          <w:rFonts w:ascii="Times New Roman" w:hAnsi="Times New Roman" w:cs="Times New Roman"/>
          <w:sz w:val="24"/>
          <w:szCs w:val="24"/>
        </w:rPr>
        <w:t>t</w:t>
      </w:r>
      <w:r w:rsidR="00B10013">
        <w:rPr>
          <w:rFonts w:ascii="Times New Roman" w:hAnsi="Times New Roman" w:cs="Times New Roman"/>
          <w:sz w:val="24"/>
          <w:szCs w:val="24"/>
        </w:rPr>
        <w:t xml:space="preserve">, </w:t>
      </w:r>
      <w:r w:rsidR="00B949C4">
        <w:rPr>
          <w:rFonts w:ascii="Times New Roman" w:hAnsi="Times New Roman" w:cs="Times New Roman"/>
          <w:sz w:val="24"/>
          <w:szCs w:val="24"/>
        </w:rPr>
        <w:t>nõustamis</w:t>
      </w:r>
      <w:r w:rsidR="001D3744">
        <w:rPr>
          <w:rFonts w:ascii="Times New Roman" w:hAnsi="Times New Roman" w:cs="Times New Roman"/>
          <w:sz w:val="24"/>
          <w:szCs w:val="24"/>
        </w:rPr>
        <w:t>t</w:t>
      </w:r>
      <w:r w:rsidR="00B949C4">
        <w:rPr>
          <w:rFonts w:ascii="Times New Roman" w:hAnsi="Times New Roman" w:cs="Times New Roman"/>
          <w:sz w:val="24"/>
          <w:szCs w:val="24"/>
        </w:rPr>
        <w:t xml:space="preserve"> ja tagasiside k</w:t>
      </w:r>
      <w:r w:rsidR="00745F64">
        <w:rPr>
          <w:rFonts w:ascii="Times New Roman" w:hAnsi="Times New Roman" w:cs="Times New Roman"/>
          <w:sz w:val="24"/>
          <w:szCs w:val="24"/>
        </w:rPr>
        <w:t>ogumi</w:t>
      </w:r>
      <w:r w:rsidR="00B949C4">
        <w:rPr>
          <w:rFonts w:ascii="Times New Roman" w:hAnsi="Times New Roman" w:cs="Times New Roman"/>
          <w:sz w:val="24"/>
          <w:szCs w:val="24"/>
        </w:rPr>
        <w:t>s</w:t>
      </w:r>
      <w:r w:rsidR="001D3744">
        <w:rPr>
          <w:rFonts w:ascii="Times New Roman" w:hAnsi="Times New Roman" w:cs="Times New Roman"/>
          <w:sz w:val="24"/>
          <w:szCs w:val="24"/>
        </w:rPr>
        <w:t>t</w:t>
      </w:r>
      <w:r w:rsidR="00B949C4">
        <w:rPr>
          <w:rFonts w:ascii="Times New Roman" w:hAnsi="Times New Roman" w:cs="Times New Roman"/>
          <w:sz w:val="24"/>
          <w:szCs w:val="24"/>
        </w:rPr>
        <w:t>.</w:t>
      </w:r>
      <w:r w:rsidR="00626D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00EF3E" w14:textId="77777777" w:rsidR="006B03A6" w:rsidRDefault="006B03A6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E04FF" w14:textId="26248C21" w:rsidR="0028304D" w:rsidRPr="0028304D" w:rsidRDefault="00941500" w:rsidP="008954C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Eeltoodust tulenevalt </w:t>
      </w:r>
      <w:r w:rsidR="00DB04B3">
        <w:rPr>
          <w:rFonts w:ascii="Times New Roman" w:hAnsi="Times New Roman" w:cs="Times New Roman"/>
          <w:sz w:val="24"/>
          <w:szCs w:val="24"/>
        </w:rPr>
        <w:t>teeb elluviija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4B3">
        <w:rPr>
          <w:rFonts w:ascii="Times New Roman" w:hAnsi="Times New Roman" w:cs="Times New Roman"/>
          <w:sz w:val="24"/>
          <w:szCs w:val="24"/>
        </w:rPr>
        <w:t xml:space="preserve">ettepaneku </w:t>
      </w:r>
      <w:r>
        <w:rPr>
          <w:rFonts w:ascii="Times New Roman" w:hAnsi="Times New Roman" w:cs="Times New Roman"/>
          <w:sz w:val="24"/>
          <w:szCs w:val="24"/>
        </w:rPr>
        <w:t xml:space="preserve">täiendada TAT-i punkti </w:t>
      </w:r>
      <w:r w:rsidR="000C7AB0">
        <w:rPr>
          <w:rFonts w:ascii="Times New Roman" w:hAnsi="Times New Roman" w:cs="Times New Roman"/>
          <w:sz w:val="24"/>
          <w:szCs w:val="24"/>
        </w:rPr>
        <w:t xml:space="preserve">3.3.2 ning lisada partnerite nimekirja </w:t>
      </w:r>
      <w:r w:rsidR="00522681">
        <w:rPr>
          <w:rFonts w:ascii="Times New Roman" w:hAnsi="Times New Roman" w:cs="Times New Roman"/>
          <w:sz w:val="24"/>
          <w:szCs w:val="24"/>
        </w:rPr>
        <w:t>Jõhvi</w:t>
      </w:r>
      <w:r w:rsidR="000C7AB0">
        <w:rPr>
          <w:rFonts w:ascii="Times New Roman" w:hAnsi="Times New Roman" w:cs="Times New Roman"/>
          <w:sz w:val="24"/>
          <w:szCs w:val="24"/>
        </w:rPr>
        <w:t xml:space="preserve"> vald</w:t>
      </w:r>
      <w:r w:rsidR="00DB04B3">
        <w:rPr>
          <w:rFonts w:ascii="Times New Roman" w:hAnsi="Times New Roman" w:cs="Times New Roman"/>
          <w:sz w:val="24"/>
          <w:szCs w:val="24"/>
        </w:rPr>
        <w:t>. TAT-i</w:t>
      </w:r>
      <w:r w:rsidR="004C6405">
        <w:rPr>
          <w:rFonts w:ascii="Times New Roman" w:hAnsi="Times New Roman" w:cs="Times New Roman"/>
          <w:sz w:val="24"/>
          <w:szCs w:val="24"/>
        </w:rPr>
        <w:t xml:space="preserve"> punkti 3.5.2</w:t>
      </w:r>
      <w:r w:rsidR="00594734">
        <w:rPr>
          <w:rFonts w:ascii="Times New Roman" w:hAnsi="Times New Roman" w:cs="Times New Roman"/>
          <w:sz w:val="24"/>
          <w:szCs w:val="24"/>
        </w:rPr>
        <w:t xml:space="preserve"> </w:t>
      </w:r>
      <w:r w:rsidR="00DB04B3">
        <w:rPr>
          <w:rFonts w:ascii="Times New Roman" w:hAnsi="Times New Roman" w:cs="Times New Roman"/>
          <w:sz w:val="24"/>
          <w:szCs w:val="24"/>
        </w:rPr>
        <w:t xml:space="preserve">teeb elluviija ettepaneku </w:t>
      </w:r>
      <w:r w:rsidR="00594734">
        <w:rPr>
          <w:rFonts w:ascii="Times New Roman" w:hAnsi="Times New Roman" w:cs="Times New Roman"/>
          <w:sz w:val="24"/>
          <w:szCs w:val="24"/>
        </w:rPr>
        <w:t xml:space="preserve">lisada </w:t>
      </w:r>
      <w:r w:rsidR="00C47F89">
        <w:rPr>
          <w:rFonts w:ascii="Times New Roman" w:hAnsi="Times New Roman" w:cs="Times New Roman"/>
          <w:sz w:val="24"/>
          <w:szCs w:val="24"/>
        </w:rPr>
        <w:t>ala</w:t>
      </w:r>
      <w:r w:rsidR="00594734">
        <w:rPr>
          <w:rFonts w:ascii="Times New Roman" w:hAnsi="Times New Roman" w:cs="Times New Roman"/>
          <w:sz w:val="24"/>
          <w:szCs w:val="24"/>
        </w:rPr>
        <w:t>punkt 3.5.2.</w:t>
      </w:r>
      <w:r w:rsidR="00654A19">
        <w:rPr>
          <w:rFonts w:ascii="Times New Roman" w:hAnsi="Times New Roman" w:cs="Times New Roman"/>
          <w:sz w:val="24"/>
          <w:szCs w:val="24"/>
        </w:rPr>
        <w:t>6</w:t>
      </w:r>
      <w:r w:rsidR="00594734">
        <w:rPr>
          <w:rFonts w:ascii="Times New Roman" w:hAnsi="Times New Roman" w:cs="Times New Roman"/>
          <w:sz w:val="24"/>
          <w:szCs w:val="24"/>
        </w:rPr>
        <w:t xml:space="preserve"> järgmises sõnastuses:</w:t>
      </w:r>
      <w:r w:rsidR="008E2797">
        <w:rPr>
          <w:rFonts w:ascii="Times New Roman" w:hAnsi="Times New Roman" w:cs="Times New Roman"/>
          <w:sz w:val="24"/>
          <w:szCs w:val="24"/>
        </w:rPr>
        <w:t xml:space="preserve"> „</w:t>
      </w:r>
      <w:r w:rsidR="00522681">
        <w:rPr>
          <w:rFonts w:ascii="Times New Roman" w:hAnsi="Times New Roman" w:cs="Times New Roman"/>
          <w:bCs/>
          <w:sz w:val="24"/>
          <w:szCs w:val="24"/>
        </w:rPr>
        <w:t>Jõhvi</w:t>
      </w:r>
      <w:r w:rsidR="0028304D">
        <w:rPr>
          <w:rFonts w:ascii="Times New Roman" w:hAnsi="Times New Roman" w:cs="Times New Roman"/>
          <w:bCs/>
          <w:sz w:val="24"/>
          <w:szCs w:val="24"/>
        </w:rPr>
        <w:t xml:space="preserve"> vald</w:t>
      </w:r>
      <w:r w:rsidR="0028304D" w:rsidRPr="0028304D">
        <w:rPr>
          <w:rFonts w:ascii="Times New Roman" w:hAnsi="Times New Roman" w:cs="Times New Roman"/>
          <w:bCs/>
          <w:sz w:val="24"/>
          <w:szCs w:val="24"/>
        </w:rPr>
        <w:t xml:space="preserve"> arendab </w:t>
      </w:r>
      <w:r w:rsidR="0028304D">
        <w:rPr>
          <w:rFonts w:ascii="Times New Roman" w:hAnsi="Times New Roman" w:cs="Times New Roman"/>
          <w:bCs/>
          <w:sz w:val="24"/>
          <w:szCs w:val="24"/>
        </w:rPr>
        <w:t>valda</w:t>
      </w:r>
      <w:r w:rsidR="0028304D" w:rsidRPr="0028304D">
        <w:rPr>
          <w:rFonts w:ascii="Times New Roman" w:hAnsi="Times New Roman" w:cs="Times New Roman"/>
          <w:bCs/>
          <w:sz w:val="24"/>
          <w:szCs w:val="24"/>
        </w:rPr>
        <w:t xml:space="preserve"> elama asunud uussisserändajate, erineva keele- ja kultuuritaustaga inimeste ja tagasipöördujate lõimumise, sealhulgas kohanemise toetamiseks toetatava tegevuse raames mitmekeelseid nõustamisteenuseid, koordineerib kohaliku tasandi koostööd ning kaasab tegevuste planeerimisse sihtrühmi.</w:t>
      </w:r>
      <w:r w:rsidR="0028304D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7118D39A" w14:textId="3AE27976" w:rsidR="00383B4C" w:rsidRPr="00EE44D1" w:rsidRDefault="00383B4C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B2B77" w14:textId="5DF7763C" w:rsidR="009C6471" w:rsidRDefault="003E4A07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Elluviija ja partner on kokku leppinud, et p</w:t>
      </w:r>
      <w:r w:rsidR="00D72779" w:rsidRPr="00D72779">
        <w:rPr>
          <w:rFonts w:ascii="Times New Roman" w:hAnsi="Times New Roman" w:cs="Times New Roman"/>
          <w:sz w:val="24"/>
          <w:szCs w:val="24"/>
        </w:rPr>
        <w:t>artner</w:t>
      </w:r>
      <w:r>
        <w:rPr>
          <w:rFonts w:ascii="Times New Roman" w:hAnsi="Times New Roman" w:cs="Times New Roman"/>
          <w:sz w:val="24"/>
          <w:szCs w:val="24"/>
        </w:rPr>
        <w:t xml:space="preserve"> alustab tegevustega 01.</w:t>
      </w:r>
      <w:r w:rsidR="0052268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2268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ning </w:t>
      </w:r>
      <w:r w:rsidR="00D72779" w:rsidRPr="00D72779">
        <w:rPr>
          <w:rFonts w:ascii="Times New Roman" w:hAnsi="Times New Roman" w:cs="Times New Roman"/>
          <w:sz w:val="24"/>
          <w:szCs w:val="24"/>
        </w:rPr>
        <w:t xml:space="preserve">tegevuste kulud on abikõlblikud </w:t>
      </w:r>
      <w:r w:rsidR="00D72779">
        <w:rPr>
          <w:rFonts w:ascii="Times New Roman" w:hAnsi="Times New Roman" w:cs="Times New Roman"/>
          <w:sz w:val="24"/>
          <w:szCs w:val="24"/>
        </w:rPr>
        <w:t xml:space="preserve">kuni </w:t>
      </w:r>
      <w:r w:rsidR="00D72779" w:rsidRPr="00D72779">
        <w:rPr>
          <w:rFonts w:ascii="Times New Roman" w:hAnsi="Times New Roman" w:cs="Times New Roman"/>
          <w:sz w:val="24"/>
          <w:szCs w:val="24"/>
        </w:rPr>
        <w:t>31.12.202</w:t>
      </w:r>
      <w:r w:rsidR="00522681">
        <w:rPr>
          <w:rFonts w:ascii="Times New Roman" w:hAnsi="Times New Roman" w:cs="Times New Roman"/>
          <w:sz w:val="24"/>
          <w:szCs w:val="24"/>
        </w:rPr>
        <w:t>6</w:t>
      </w:r>
      <w:r w:rsidR="00D72779" w:rsidRPr="00D72779">
        <w:rPr>
          <w:rFonts w:ascii="Times New Roman" w:hAnsi="Times New Roman" w:cs="Times New Roman"/>
          <w:sz w:val="24"/>
          <w:szCs w:val="24"/>
        </w:rPr>
        <w:t>.</w:t>
      </w:r>
      <w:r w:rsidR="00EC75EB">
        <w:rPr>
          <w:rFonts w:ascii="Times New Roman" w:hAnsi="Times New Roman" w:cs="Times New Roman"/>
          <w:sz w:val="24"/>
          <w:szCs w:val="24"/>
        </w:rPr>
        <w:t xml:space="preserve"> </w:t>
      </w:r>
      <w:r w:rsidR="00522681">
        <w:rPr>
          <w:rFonts w:ascii="Times New Roman" w:hAnsi="Times New Roman" w:cs="Times New Roman"/>
          <w:sz w:val="24"/>
          <w:szCs w:val="24"/>
        </w:rPr>
        <w:t>Jõhvi</w:t>
      </w:r>
      <w:r w:rsidR="00461CFA">
        <w:rPr>
          <w:rFonts w:ascii="Times New Roman" w:hAnsi="Times New Roman" w:cs="Times New Roman"/>
          <w:sz w:val="24"/>
          <w:szCs w:val="24"/>
        </w:rPr>
        <w:t xml:space="preserve"> valla</w:t>
      </w:r>
      <w:r w:rsidR="00BC5F6D" w:rsidRPr="00BC5F6D">
        <w:rPr>
          <w:rFonts w:ascii="Times New Roman" w:hAnsi="Times New Roman" w:cs="Times New Roman"/>
          <w:sz w:val="24"/>
          <w:szCs w:val="24"/>
        </w:rPr>
        <w:t xml:space="preserve"> tegevuste abikõlblik kulu </w:t>
      </w:r>
      <w:r w:rsidR="00BC5F6D">
        <w:rPr>
          <w:rFonts w:ascii="Times New Roman" w:hAnsi="Times New Roman" w:cs="Times New Roman"/>
          <w:sz w:val="24"/>
          <w:szCs w:val="24"/>
        </w:rPr>
        <w:t>nimetatud tähtpäevani</w:t>
      </w:r>
      <w:r w:rsidR="00BC5F6D" w:rsidRPr="00BC5F6D">
        <w:rPr>
          <w:rFonts w:ascii="Times New Roman" w:hAnsi="Times New Roman" w:cs="Times New Roman"/>
          <w:sz w:val="24"/>
          <w:szCs w:val="24"/>
        </w:rPr>
        <w:t xml:space="preserve"> </w:t>
      </w:r>
      <w:r w:rsidR="00BC5F6D" w:rsidRPr="00FB7D9C">
        <w:rPr>
          <w:rFonts w:ascii="Times New Roman" w:hAnsi="Times New Roman" w:cs="Times New Roman"/>
          <w:sz w:val="24"/>
          <w:szCs w:val="24"/>
        </w:rPr>
        <w:t xml:space="preserve">on </w:t>
      </w:r>
      <w:r w:rsidR="00FB7D9C" w:rsidRPr="00FB7D9C">
        <w:rPr>
          <w:rFonts w:ascii="Times New Roman" w:hAnsi="Times New Roman" w:cs="Times New Roman"/>
          <w:sz w:val="24"/>
          <w:szCs w:val="24"/>
        </w:rPr>
        <w:t>253</w:t>
      </w:r>
      <w:r w:rsidR="00FB7D9C" w:rsidRPr="00FB7D9C">
        <w:rPr>
          <w:rFonts w:ascii="Times New Roman" w:hAnsi="Times New Roman" w:cs="Times New Roman"/>
          <w:sz w:val="24"/>
          <w:szCs w:val="24"/>
        </w:rPr>
        <w:t> </w:t>
      </w:r>
      <w:r w:rsidR="00FB7D9C" w:rsidRPr="00FB7D9C">
        <w:rPr>
          <w:rFonts w:ascii="Times New Roman" w:hAnsi="Times New Roman" w:cs="Times New Roman"/>
          <w:sz w:val="24"/>
          <w:szCs w:val="24"/>
        </w:rPr>
        <w:t>403</w:t>
      </w:r>
      <w:r w:rsidR="00FB7D9C" w:rsidRPr="00FB7D9C">
        <w:rPr>
          <w:rFonts w:ascii="Times New Roman" w:hAnsi="Times New Roman" w:cs="Times New Roman"/>
          <w:sz w:val="24"/>
          <w:szCs w:val="24"/>
        </w:rPr>
        <w:t xml:space="preserve"> </w:t>
      </w:r>
      <w:r w:rsidR="00BC5F6D" w:rsidRPr="00FB7D9C">
        <w:rPr>
          <w:rFonts w:ascii="Times New Roman" w:hAnsi="Times New Roman" w:cs="Times New Roman"/>
          <w:sz w:val="24"/>
          <w:szCs w:val="24"/>
        </w:rPr>
        <w:t>eurot</w:t>
      </w:r>
      <w:r w:rsidR="00BC5F6D" w:rsidRPr="00BC5F6D">
        <w:rPr>
          <w:rFonts w:ascii="Times New Roman" w:hAnsi="Times New Roman" w:cs="Times New Roman"/>
          <w:sz w:val="24"/>
          <w:szCs w:val="24"/>
        </w:rPr>
        <w:t>.</w:t>
      </w:r>
      <w:r w:rsidR="00BC5F6D">
        <w:rPr>
          <w:rFonts w:ascii="Times New Roman" w:hAnsi="Times New Roman" w:cs="Times New Roman"/>
          <w:sz w:val="24"/>
          <w:szCs w:val="24"/>
        </w:rPr>
        <w:t xml:space="preserve"> </w:t>
      </w:r>
      <w:r w:rsidR="0059460F">
        <w:rPr>
          <w:rFonts w:ascii="Times New Roman" w:hAnsi="Times New Roman" w:cs="Times New Roman"/>
          <w:sz w:val="24"/>
          <w:szCs w:val="24"/>
        </w:rPr>
        <w:t xml:space="preserve">Palun vastavalt </w:t>
      </w:r>
      <w:r w:rsidR="004E2BBD">
        <w:rPr>
          <w:rFonts w:ascii="Times New Roman" w:hAnsi="Times New Roman" w:cs="Times New Roman"/>
          <w:sz w:val="24"/>
          <w:szCs w:val="24"/>
        </w:rPr>
        <w:t xml:space="preserve">taotlusele </w:t>
      </w:r>
      <w:r w:rsidR="0059460F">
        <w:rPr>
          <w:rFonts w:ascii="Times New Roman" w:hAnsi="Times New Roman" w:cs="Times New Roman"/>
          <w:sz w:val="24"/>
          <w:szCs w:val="24"/>
        </w:rPr>
        <w:t>muuta toetatava tegevuse eelarvet</w:t>
      </w:r>
      <w:r w:rsidR="00C615D7">
        <w:rPr>
          <w:rFonts w:ascii="Times New Roman" w:hAnsi="Times New Roman" w:cs="Times New Roman"/>
          <w:sz w:val="24"/>
          <w:szCs w:val="24"/>
        </w:rPr>
        <w:t xml:space="preserve"> (TAT p 6)</w:t>
      </w:r>
      <w:r w:rsidR="0059460F">
        <w:rPr>
          <w:rFonts w:ascii="Times New Roman" w:hAnsi="Times New Roman" w:cs="Times New Roman"/>
          <w:sz w:val="24"/>
          <w:szCs w:val="24"/>
        </w:rPr>
        <w:t>.</w:t>
      </w:r>
    </w:p>
    <w:p w14:paraId="20C1F84F" w14:textId="77777777" w:rsidR="0059460F" w:rsidRDefault="0059460F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BD17C" w14:textId="5E670A3E" w:rsidR="00D377BF" w:rsidRPr="00D377BF" w:rsidRDefault="00D377BF" w:rsidP="0089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F">
        <w:rPr>
          <w:rFonts w:ascii="Times New Roman" w:hAnsi="Times New Roman" w:cs="Times New Roman"/>
          <w:sz w:val="24"/>
          <w:szCs w:val="24"/>
        </w:rPr>
        <w:t>Täna</w:t>
      </w:r>
      <w:r w:rsidR="00626D11">
        <w:rPr>
          <w:rFonts w:ascii="Times New Roman" w:hAnsi="Times New Roman" w:cs="Times New Roman"/>
          <w:sz w:val="24"/>
          <w:szCs w:val="24"/>
        </w:rPr>
        <w:t>me</w:t>
      </w:r>
      <w:r w:rsidRPr="00D377BF">
        <w:rPr>
          <w:rFonts w:ascii="Times New Roman" w:hAnsi="Times New Roman" w:cs="Times New Roman"/>
          <w:sz w:val="24"/>
          <w:szCs w:val="24"/>
        </w:rPr>
        <w:t xml:space="preserve"> rakendusasutuse esindajaid toetatavate tegevuste käivitamisel </w:t>
      </w:r>
      <w:r w:rsidR="00714640">
        <w:rPr>
          <w:rFonts w:ascii="Times New Roman" w:hAnsi="Times New Roman" w:cs="Times New Roman"/>
          <w:sz w:val="24"/>
          <w:szCs w:val="24"/>
        </w:rPr>
        <w:t xml:space="preserve">ja elluviimisel </w:t>
      </w:r>
      <w:r w:rsidRPr="00D377BF">
        <w:rPr>
          <w:rFonts w:ascii="Times New Roman" w:hAnsi="Times New Roman" w:cs="Times New Roman"/>
          <w:sz w:val="24"/>
          <w:szCs w:val="24"/>
        </w:rPr>
        <w:t>osutatud abi eest ning oleme vajadusel valmis TAT-i muudatusettepanekute aruteluks. Elluviija kontaktisik on ELVL</w:t>
      </w:r>
      <w:r w:rsidR="004A0D62">
        <w:rPr>
          <w:rFonts w:ascii="Times New Roman" w:hAnsi="Times New Roman" w:cs="Times New Roman"/>
          <w:sz w:val="24"/>
          <w:szCs w:val="24"/>
        </w:rPr>
        <w:t>i</w:t>
      </w:r>
      <w:r w:rsidRPr="00D377BF">
        <w:rPr>
          <w:rFonts w:ascii="Times New Roman" w:hAnsi="Times New Roman" w:cs="Times New Roman"/>
          <w:sz w:val="24"/>
          <w:szCs w:val="24"/>
        </w:rPr>
        <w:t xml:space="preserve"> nõunik </w:t>
      </w:r>
      <w:r w:rsidR="00E81E6C">
        <w:rPr>
          <w:rFonts w:ascii="Times New Roman" w:hAnsi="Times New Roman" w:cs="Times New Roman"/>
          <w:sz w:val="24"/>
          <w:szCs w:val="24"/>
        </w:rPr>
        <w:t>Katre Mägi</w:t>
      </w:r>
      <w:r w:rsidRPr="00D377BF">
        <w:rPr>
          <w:rFonts w:ascii="Times New Roman" w:hAnsi="Times New Roman" w:cs="Times New Roman"/>
          <w:sz w:val="24"/>
          <w:szCs w:val="24"/>
        </w:rPr>
        <w:t xml:space="preserve"> (</w:t>
      </w:r>
      <w:r w:rsidR="00E81E6C">
        <w:rPr>
          <w:rFonts w:ascii="Times New Roman" w:hAnsi="Times New Roman" w:cs="Times New Roman"/>
          <w:sz w:val="24"/>
          <w:szCs w:val="24"/>
        </w:rPr>
        <w:t>Katre.Magi@</w:t>
      </w:r>
      <w:r w:rsidRPr="00D377BF">
        <w:rPr>
          <w:rFonts w:ascii="Times New Roman" w:hAnsi="Times New Roman" w:cs="Times New Roman"/>
          <w:sz w:val="24"/>
          <w:szCs w:val="24"/>
        </w:rPr>
        <w:t>elvl.ee).</w:t>
      </w:r>
    </w:p>
    <w:p w14:paraId="1B7FDC54" w14:textId="77777777" w:rsidR="00636E6F" w:rsidRDefault="00636E6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DB1C7" w14:textId="77777777" w:rsidR="00E8473B" w:rsidRDefault="00E8473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10008" w14:textId="77777777" w:rsidR="00E8473B" w:rsidRPr="008460D0" w:rsidRDefault="00E8473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FD576" w14:textId="652CB781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6D3F7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Lugupidamisega </w:t>
      </w:r>
    </w:p>
    <w:p w14:paraId="15252517" w14:textId="77777777" w:rsidR="00D250B6" w:rsidRDefault="00D250B6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E671F" w14:textId="1C9B840A" w:rsidR="00995FCB" w:rsidRPr="004A0D62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0D62">
        <w:rPr>
          <w:rFonts w:ascii="Times New Roman" w:hAnsi="Times New Roman" w:cs="Times New Roman"/>
          <w:i/>
          <w:iCs/>
          <w:sz w:val="24"/>
          <w:szCs w:val="24"/>
        </w:rPr>
        <w:t xml:space="preserve">/allkirjastatud digitaalselt/ </w:t>
      </w:r>
    </w:p>
    <w:p w14:paraId="06B6F98A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7F88AD12" w14:textId="348FDE7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61184C5B" w14:textId="77777777" w:rsidR="00995FCB" w:rsidRPr="008460D0" w:rsidRDefault="00995FCB" w:rsidP="00490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F0EBC" w14:textId="5687A24A" w:rsidR="006F3828" w:rsidRDefault="006F3828" w:rsidP="00A973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9C55E" w14:textId="037518B2" w:rsidR="00D250B6" w:rsidRDefault="00A973A4" w:rsidP="00A973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Katre Mägi</w:t>
      </w:r>
    </w:p>
    <w:p w14:paraId="10048E70" w14:textId="51813A7C" w:rsidR="00A973A4" w:rsidRDefault="00A973A4" w:rsidP="00A973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Nõunik</w:t>
      </w:r>
    </w:p>
    <w:p w14:paraId="6225704D" w14:textId="6D8481BB" w:rsidR="00A973A4" w:rsidRDefault="00A973A4" w:rsidP="00A973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5347 3327</w:t>
      </w:r>
    </w:p>
    <w:p w14:paraId="44EF12B7" w14:textId="22ADCD79" w:rsidR="008879F5" w:rsidRPr="008460D0" w:rsidRDefault="008879F5" w:rsidP="00490E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7F9AFD" w14:textId="6A69DE82" w:rsidR="00647195" w:rsidRPr="008460D0" w:rsidRDefault="00647195" w:rsidP="002544F6">
      <w:pPr>
        <w:rPr>
          <w:rFonts w:ascii="Times New Roman" w:hAnsi="Times New Roman" w:cs="Times New Roman"/>
          <w:sz w:val="24"/>
          <w:szCs w:val="24"/>
        </w:rPr>
      </w:pPr>
    </w:p>
    <w:sectPr w:rsidR="00647195" w:rsidRPr="008460D0" w:rsidSect="00CC6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CC52F" w14:textId="77777777" w:rsidR="004633E3" w:rsidRDefault="004633E3" w:rsidP="00CC6F01">
      <w:pPr>
        <w:spacing w:after="0" w:line="240" w:lineRule="auto"/>
      </w:pPr>
      <w:r>
        <w:separator/>
      </w:r>
    </w:p>
  </w:endnote>
  <w:endnote w:type="continuationSeparator" w:id="0">
    <w:p w14:paraId="034DF902" w14:textId="77777777" w:rsidR="004633E3" w:rsidRDefault="004633E3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94348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8867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E16B6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90A1890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35D1AF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45E12B1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4BFE7" w14:textId="77777777" w:rsidR="004633E3" w:rsidRDefault="004633E3" w:rsidP="00CC6F01">
      <w:pPr>
        <w:spacing w:after="0" w:line="240" w:lineRule="auto"/>
      </w:pPr>
      <w:r>
        <w:separator/>
      </w:r>
    </w:p>
  </w:footnote>
  <w:footnote w:type="continuationSeparator" w:id="0">
    <w:p w14:paraId="1FFC7258" w14:textId="77777777" w:rsidR="004633E3" w:rsidRDefault="004633E3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AC5F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D8433" w14:textId="77777777" w:rsidR="00CC6F01" w:rsidRDefault="00CC6F01">
    <w:pPr>
      <w:pStyle w:val="Pis"/>
    </w:pPr>
  </w:p>
  <w:p w14:paraId="32D58267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64B7B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1E7CCB8F" wp14:editId="3499FA0D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83A3A"/>
    <w:multiLevelType w:val="hybridMultilevel"/>
    <w:tmpl w:val="CBF85E7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B4691A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609E"/>
    <w:multiLevelType w:val="hybridMultilevel"/>
    <w:tmpl w:val="C7E65FB6"/>
    <w:lvl w:ilvl="0" w:tplc="B006808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0D7DE9"/>
    <w:multiLevelType w:val="hybridMultilevel"/>
    <w:tmpl w:val="4D623E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549604">
    <w:abstractNumId w:val="2"/>
  </w:num>
  <w:num w:numId="2" w16cid:durableId="74018271">
    <w:abstractNumId w:val="1"/>
  </w:num>
  <w:num w:numId="3" w16cid:durableId="700058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41"/>
    <w:rsid w:val="00010267"/>
    <w:rsid w:val="00014770"/>
    <w:rsid w:val="00015F1F"/>
    <w:rsid w:val="000651EE"/>
    <w:rsid w:val="00091744"/>
    <w:rsid w:val="00094128"/>
    <w:rsid w:val="000C39EB"/>
    <w:rsid w:val="000C597A"/>
    <w:rsid w:val="000C7AB0"/>
    <w:rsid w:val="000D2DBD"/>
    <w:rsid w:val="000E70F5"/>
    <w:rsid w:val="000F03A5"/>
    <w:rsid w:val="000F22AD"/>
    <w:rsid w:val="00144FD3"/>
    <w:rsid w:val="0015498D"/>
    <w:rsid w:val="00165A28"/>
    <w:rsid w:val="00182AD9"/>
    <w:rsid w:val="0018371D"/>
    <w:rsid w:val="00183FC0"/>
    <w:rsid w:val="001C30C7"/>
    <w:rsid w:val="001D3744"/>
    <w:rsid w:val="001E21FE"/>
    <w:rsid w:val="002079D0"/>
    <w:rsid w:val="002238B7"/>
    <w:rsid w:val="00227144"/>
    <w:rsid w:val="00227612"/>
    <w:rsid w:val="00243C9A"/>
    <w:rsid w:val="00246F9F"/>
    <w:rsid w:val="00251A8E"/>
    <w:rsid w:val="002544F6"/>
    <w:rsid w:val="00255A8F"/>
    <w:rsid w:val="00266A13"/>
    <w:rsid w:val="002762A5"/>
    <w:rsid w:val="0028304D"/>
    <w:rsid w:val="00284F6A"/>
    <w:rsid w:val="002A3A29"/>
    <w:rsid w:val="002B1F57"/>
    <w:rsid w:val="002C123A"/>
    <w:rsid w:val="002C782B"/>
    <w:rsid w:val="002C7F45"/>
    <w:rsid w:val="002E50B2"/>
    <w:rsid w:val="00306603"/>
    <w:rsid w:val="00311E28"/>
    <w:rsid w:val="00347EA4"/>
    <w:rsid w:val="0036669F"/>
    <w:rsid w:val="00380841"/>
    <w:rsid w:val="00381688"/>
    <w:rsid w:val="00383B4C"/>
    <w:rsid w:val="0039758A"/>
    <w:rsid w:val="003A42A3"/>
    <w:rsid w:val="003C5E8C"/>
    <w:rsid w:val="003C6A90"/>
    <w:rsid w:val="003E4A07"/>
    <w:rsid w:val="003E6A0F"/>
    <w:rsid w:val="003F07CD"/>
    <w:rsid w:val="003F6578"/>
    <w:rsid w:val="00416A7D"/>
    <w:rsid w:val="00436F4F"/>
    <w:rsid w:val="0045706F"/>
    <w:rsid w:val="00461CFA"/>
    <w:rsid w:val="004633E3"/>
    <w:rsid w:val="00463FB2"/>
    <w:rsid w:val="0046527E"/>
    <w:rsid w:val="00490EBF"/>
    <w:rsid w:val="00492C59"/>
    <w:rsid w:val="004A0D62"/>
    <w:rsid w:val="004A60CA"/>
    <w:rsid w:val="004B4032"/>
    <w:rsid w:val="004C23E5"/>
    <w:rsid w:val="004C6405"/>
    <w:rsid w:val="004E12E4"/>
    <w:rsid w:val="004E2BBD"/>
    <w:rsid w:val="004E3DE0"/>
    <w:rsid w:val="004F01F6"/>
    <w:rsid w:val="00506831"/>
    <w:rsid w:val="005112FA"/>
    <w:rsid w:val="0051180A"/>
    <w:rsid w:val="00522681"/>
    <w:rsid w:val="00525F07"/>
    <w:rsid w:val="00533A85"/>
    <w:rsid w:val="00534422"/>
    <w:rsid w:val="00535A99"/>
    <w:rsid w:val="005437CF"/>
    <w:rsid w:val="00550F59"/>
    <w:rsid w:val="0055202A"/>
    <w:rsid w:val="00565CB4"/>
    <w:rsid w:val="0059460F"/>
    <w:rsid w:val="00594734"/>
    <w:rsid w:val="005A1C66"/>
    <w:rsid w:val="005B7825"/>
    <w:rsid w:val="005C54C4"/>
    <w:rsid w:val="005E42CE"/>
    <w:rsid w:val="00611946"/>
    <w:rsid w:val="00626D11"/>
    <w:rsid w:val="00636E6F"/>
    <w:rsid w:val="00637454"/>
    <w:rsid w:val="00643FEF"/>
    <w:rsid w:val="00647195"/>
    <w:rsid w:val="006528D4"/>
    <w:rsid w:val="00654A19"/>
    <w:rsid w:val="006901BB"/>
    <w:rsid w:val="00693746"/>
    <w:rsid w:val="006B03A6"/>
    <w:rsid w:val="006B0E59"/>
    <w:rsid w:val="006B2C7A"/>
    <w:rsid w:val="006B49C3"/>
    <w:rsid w:val="006C1C4B"/>
    <w:rsid w:val="006D5CC4"/>
    <w:rsid w:val="006F1CE6"/>
    <w:rsid w:val="006F3828"/>
    <w:rsid w:val="00714640"/>
    <w:rsid w:val="00744D6B"/>
    <w:rsid w:val="00745F64"/>
    <w:rsid w:val="00767731"/>
    <w:rsid w:val="00770B95"/>
    <w:rsid w:val="00772DEA"/>
    <w:rsid w:val="00792D6A"/>
    <w:rsid w:val="007B3487"/>
    <w:rsid w:val="007B6A92"/>
    <w:rsid w:val="007B76B2"/>
    <w:rsid w:val="007D4BFF"/>
    <w:rsid w:val="007E4E9F"/>
    <w:rsid w:val="0082057A"/>
    <w:rsid w:val="00820ED9"/>
    <w:rsid w:val="008460D0"/>
    <w:rsid w:val="008751F4"/>
    <w:rsid w:val="00876951"/>
    <w:rsid w:val="008879F5"/>
    <w:rsid w:val="008954C4"/>
    <w:rsid w:val="008A4BA7"/>
    <w:rsid w:val="008B7953"/>
    <w:rsid w:val="008D6C2E"/>
    <w:rsid w:val="008E2797"/>
    <w:rsid w:val="008E4001"/>
    <w:rsid w:val="008E7CCA"/>
    <w:rsid w:val="008F0A3E"/>
    <w:rsid w:val="009015E5"/>
    <w:rsid w:val="00907799"/>
    <w:rsid w:val="00925E34"/>
    <w:rsid w:val="00941500"/>
    <w:rsid w:val="009767F5"/>
    <w:rsid w:val="00994772"/>
    <w:rsid w:val="00995FCB"/>
    <w:rsid w:val="009A52B6"/>
    <w:rsid w:val="009C18CB"/>
    <w:rsid w:val="009C50CA"/>
    <w:rsid w:val="009C6471"/>
    <w:rsid w:val="009C748F"/>
    <w:rsid w:val="009F5F78"/>
    <w:rsid w:val="009F74F0"/>
    <w:rsid w:val="00A05F59"/>
    <w:rsid w:val="00A14AC5"/>
    <w:rsid w:val="00A239F4"/>
    <w:rsid w:val="00A41004"/>
    <w:rsid w:val="00A83E82"/>
    <w:rsid w:val="00A95323"/>
    <w:rsid w:val="00A973A4"/>
    <w:rsid w:val="00AA2173"/>
    <w:rsid w:val="00AA30CC"/>
    <w:rsid w:val="00AA5936"/>
    <w:rsid w:val="00AA7FC2"/>
    <w:rsid w:val="00AB0792"/>
    <w:rsid w:val="00AC1E93"/>
    <w:rsid w:val="00AD2DEA"/>
    <w:rsid w:val="00AD3A3C"/>
    <w:rsid w:val="00AD7052"/>
    <w:rsid w:val="00AF1FD5"/>
    <w:rsid w:val="00AF5A15"/>
    <w:rsid w:val="00AF76ED"/>
    <w:rsid w:val="00B0014E"/>
    <w:rsid w:val="00B10013"/>
    <w:rsid w:val="00B22EB3"/>
    <w:rsid w:val="00B26398"/>
    <w:rsid w:val="00B37775"/>
    <w:rsid w:val="00B44C58"/>
    <w:rsid w:val="00B74410"/>
    <w:rsid w:val="00B86505"/>
    <w:rsid w:val="00B949C4"/>
    <w:rsid w:val="00BA2D16"/>
    <w:rsid w:val="00BC5F6D"/>
    <w:rsid w:val="00BD3D68"/>
    <w:rsid w:val="00C0268B"/>
    <w:rsid w:val="00C245E1"/>
    <w:rsid w:val="00C47F89"/>
    <w:rsid w:val="00C5731B"/>
    <w:rsid w:val="00C615D7"/>
    <w:rsid w:val="00C630FC"/>
    <w:rsid w:val="00C631B1"/>
    <w:rsid w:val="00C8109F"/>
    <w:rsid w:val="00CA164D"/>
    <w:rsid w:val="00CC4627"/>
    <w:rsid w:val="00CC6F01"/>
    <w:rsid w:val="00CC768C"/>
    <w:rsid w:val="00CD010D"/>
    <w:rsid w:val="00CE6CBF"/>
    <w:rsid w:val="00D002F8"/>
    <w:rsid w:val="00D03434"/>
    <w:rsid w:val="00D056FD"/>
    <w:rsid w:val="00D15D23"/>
    <w:rsid w:val="00D250B6"/>
    <w:rsid w:val="00D346C2"/>
    <w:rsid w:val="00D377BF"/>
    <w:rsid w:val="00D50241"/>
    <w:rsid w:val="00D60033"/>
    <w:rsid w:val="00D63960"/>
    <w:rsid w:val="00D72779"/>
    <w:rsid w:val="00D72E67"/>
    <w:rsid w:val="00D77DC5"/>
    <w:rsid w:val="00DB04B3"/>
    <w:rsid w:val="00DF49EA"/>
    <w:rsid w:val="00DF6380"/>
    <w:rsid w:val="00DF6E51"/>
    <w:rsid w:val="00E0063C"/>
    <w:rsid w:val="00E020B2"/>
    <w:rsid w:val="00E176B7"/>
    <w:rsid w:val="00E365C3"/>
    <w:rsid w:val="00E40A90"/>
    <w:rsid w:val="00E509E9"/>
    <w:rsid w:val="00E659F9"/>
    <w:rsid w:val="00E71785"/>
    <w:rsid w:val="00E81E6C"/>
    <w:rsid w:val="00E8473B"/>
    <w:rsid w:val="00EA603A"/>
    <w:rsid w:val="00EC6611"/>
    <w:rsid w:val="00EC6779"/>
    <w:rsid w:val="00EC75EB"/>
    <w:rsid w:val="00EE44D1"/>
    <w:rsid w:val="00EF24BB"/>
    <w:rsid w:val="00EF50AE"/>
    <w:rsid w:val="00EF620F"/>
    <w:rsid w:val="00F13858"/>
    <w:rsid w:val="00F16C9A"/>
    <w:rsid w:val="00F173D3"/>
    <w:rsid w:val="00F41CC4"/>
    <w:rsid w:val="00F42930"/>
    <w:rsid w:val="00F9429A"/>
    <w:rsid w:val="00FB0BC2"/>
    <w:rsid w:val="00FB7D9C"/>
    <w:rsid w:val="00FC19E1"/>
    <w:rsid w:val="00FE3804"/>
    <w:rsid w:val="00FF08AD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AB211"/>
  <w15:docId w15:val="{DE85E417-E0FB-4436-B38D-80FDA37B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830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8879F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F49EA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EE44D1"/>
    <w:rPr>
      <w:rFonts w:ascii="Times New Roman" w:hAnsi="Times New Roman" w:cs="Times New Roman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8304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in@kul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nike.uri\KOV%20IT\ELVL%20Avalik%20-%20Dokumendid\AVALIK\ELVL%20kirjaplank%20ja%20&#252;ldplank%20ning%20milleks%20neid%20kasutada\ELVL%20kirjaplank%20-%20ametlikuks%20kirjavahetuseks-ELVL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8" ma:contentTypeDescription="Loo uus dokument" ma:contentTypeScope="" ma:versionID="2c69a4fefeaf27605d140372b6b943f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611bcca2aace7b5cc2569fb7e3d2e2c5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653EF-4E43-499F-BD66-FC4E81C2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kirjavahetuseks-ELVL18</Template>
  <TotalTime>96</TotalTime>
  <Pages>2</Pages>
  <Words>447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Einike Uri</dc:creator>
  <cp:lastModifiedBy>Katre Mägi</cp:lastModifiedBy>
  <cp:revision>27</cp:revision>
  <cp:lastPrinted>2024-06-20T12:20:00Z</cp:lastPrinted>
  <dcterms:created xsi:type="dcterms:W3CDTF">2024-06-18T10:47:00Z</dcterms:created>
  <dcterms:modified xsi:type="dcterms:W3CDTF">2024-06-20T13:55:00Z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